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B2BA" w14:textId="40B0954B" w:rsidR="00725305" w:rsidRDefault="00725305" w:rsidP="0091487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Cs w:val="22"/>
        </w:rPr>
      </w:pPr>
      <w:r w:rsidRPr="00725305">
        <w:rPr>
          <w:rFonts w:eastAsia="Calibri"/>
          <w:szCs w:val="22"/>
        </w:rPr>
        <w:t>Riigimetsa Majandamise Keskus</w:t>
      </w:r>
    </w:p>
    <w:p w14:paraId="5AE57197" w14:textId="27D93423" w:rsidR="0091487F" w:rsidRPr="0091487F" w:rsidRDefault="00725305" w:rsidP="0091487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  <w:hyperlink r:id="rId7" w:history="1">
        <w:r w:rsidRPr="001B2EC0">
          <w:rPr>
            <w:rStyle w:val="Hyperlink"/>
            <w:rFonts w:eastAsia="Calibri"/>
            <w:sz w:val="22"/>
            <w:szCs w:val="22"/>
          </w:rPr>
          <w:t>rmk@rmk.ee</w:t>
        </w:r>
      </w:hyperlink>
    </w:p>
    <w:p w14:paraId="74C5955F" w14:textId="50D9B530" w:rsidR="0091487F" w:rsidRDefault="007556C2" w:rsidP="0091487F">
      <w:pPr>
        <w:suppressAutoHyphens w:val="0"/>
        <w:autoSpaceDN/>
        <w:spacing w:after="200" w:line="276" w:lineRule="auto"/>
        <w:ind w:left="720"/>
        <w:contextualSpacing/>
        <w:jc w:val="right"/>
        <w:textAlignment w:val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04.09.2025 nr </w:t>
      </w:r>
      <w:r w:rsidRPr="007556C2">
        <w:rPr>
          <w:rFonts w:eastAsia="Calibri"/>
          <w:sz w:val="22"/>
          <w:szCs w:val="22"/>
        </w:rPr>
        <w:t>JT-ASJ-4/185</w:t>
      </w:r>
    </w:p>
    <w:p w14:paraId="5B296F54" w14:textId="77777777" w:rsidR="00B90070" w:rsidRPr="0091487F" w:rsidRDefault="00B90070" w:rsidP="0091487F">
      <w:pPr>
        <w:suppressAutoHyphens w:val="0"/>
        <w:autoSpaceDN/>
        <w:spacing w:after="200" w:line="276" w:lineRule="auto"/>
        <w:ind w:left="720"/>
        <w:contextualSpacing/>
        <w:jc w:val="right"/>
        <w:textAlignment w:val="auto"/>
        <w:rPr>
          <w:rFonts w:eastAsia="Calibri"/>
          <w:sz w:val="22"/>
          <w:szCs w:val="22"/>
        </w:rPr>
      </w:pPr>
    </w:p>
    <w:p w14:paraId="5B0043F0" w14:textId="77777777" w:rsidR="0091487F" w:rsidRPr="0091487F" w:rsidRDefault="0091487F" w:rsidP="0091487F">
      <w:pPr>
        <w:suppressAutoHyphens w:val="0"/>
        <w:autoSpaceDN/>
        <w:spacing w:after="200" w:line="276" w:lineRule="auto"/>
        <w:ind w:left="720"/>
        <w:contextualSpacing/>
        <w:jc w:val="center"/>
        <w:textAlignment w:val="auto"/>
        <w:rPr>
          <w:rFonts w:eastAsia="Calibri"/>
          <w:b/>
          <w:sz w:val="22"/>
          <w:szCs w:val="22"/>
        </w:rPr>
      </w:pPr>
      <w:r w:rsidRPr="0091487F">
        <w:rPr>
          <w:rFonts w:eastAsia="Calibri"/>
          <w:b/>
          <w:sz w:val="22"/>
          <w:szCs w:val="22"/>
        </w:rPr>
        <w:t>TAOTLUS</w:t>
      </w:r>
    </w:p>
    <w:p w14:paraId="343B33B7" w14:textId="232CD747" w:rsidR="0091487F" w:rsidRPr="008A52BD" w:rsidRDefault="0091487F" w:rsidP="008A52BD">
      <w:pPr>
        <w:suppressAutoHyphens w:val="0"/>
        <w:autoSpaceDN/>
        <w:spacing w:after="200" w:line="276" w:lineRule="auto"/>
        <w:ind w:left="720"/>
        <w:contextualSpacing/>
        <w:jc w:val="center"/>
        <w:textAlignment w:val="auto"/>
        <w:rPr>
          <w:rFonts w:eastAsia="Calibri"/>
          <w:b/>
          <w:bCs/>
          <w:sz w:val="22"/>
          <w:szCs w:val="22"/>
        </w:rPr>
      </w:pPr>
      <w:r w:rsidRPr="008A52BD">
        <w:rPr>
          <w:rFonts w:eastAsia="Calibri"/>
          <w:b/>
          <w:bCs/>
          <w:sz w:val="22"/>
          <w:szCs w:val="22"/>
        </w:rPr>
        <w:t>RMK</w:t>
      </w:r>
      <w:r w:rsidR="008A52BD" w:rsidRPr="008A52BD">
        <w:rPr>
          <w:rFonts w:eastAsia="Calibri"/>
          <w:b/>
          <w:bCs/>
          <w:sz w:val="22"/>
          <w:szCs w:val="22"/>
        </w:rPr>
        <w:t xml:space="preserve"> valduses olevale kinnisasjale isikliku kasutusõiguse seadmiseks</w:t>
      </w:r>
    </w:p>
    <w:p w14:paraId="5E3BD20A" w14:textId="77777777" w:rsidR="0091487F" w:rsidRPr="0091487F" w:rsidRDefault="0091487F" w:rsidP="0091487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</w:p>
    <w:p w14:paraId="37F5AC50" w14:textId="77777777" w:rsidR="0091487F" w:rsidRPr="0091487F" w:rsidRDefault="0091487F" w:rsidP="0091487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b/>
          <w:sz w:val="22"/>
          <w:szCs w:val="22"/>
        </w:rPr>
      </w:pPr>
      <w:r w:rsidRPr="0091487F">
        <w:rPr>
          <w:rFonts w:eastAsia="Calibri"/>
          <w:b/>
          <w:sz w:val="22"/>
          <w:szCs w:val="22"/>
        </w:rPr>
        <w:t>ANDMED TAOTLEJA KOHTA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91487F" w:rsidRPr="0091487F" w14:paraId="4431FEFC" w14:textId="77777777" w:rsidTr="0091487F"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5B5E" w14:textId="77777777" w:rsidR="0091487F" w:rsidRPr="0091487F" w:rsidRDefault="0091487F" w:rsidP="0091487F">
            <w:pPr>
              <w:suppressAutoHyphens w:val="0"/>
              <w:contextualSpacing/>
              <w:rPr>
                <w:sz w:val="22"/>
              </w:rPr>
            </w:pPr>
            <w:r w:rsidRPr="0091487F">
              <w:rPr>
                <w:sz w:val="22"/>
              </w:rPr>
              <w:t>Taotleja nimi:</w:t>
            </w:r>
          </w:p>
          <w:p w14:paraId="481E0AFA" w14:textId="0BF70005" w:rsidR="0091487F" w:rsidRPr="0091487F" w:rsidRDefault="00485A7D" w:rsidP="0091487F">
            <w:pPr>
              <w:suppressAutoHyphens w:val="0"/>
              <w:contextualSpacing/>
              <w:rPr>
                <w:sz w:val="22"/>
              </w:rPr>
            </w:pPr>
            <w:r w:rsidRPr="00485A7D">
              <w:rPr>
                <w:sz w:val="22"/>
              </w:rPr>
              <w:t>Imatra Elekter AS</w:t>
            </w:r>
          </w:p>
          <w:p w14:paraId="4397ECE4" w14:textId="77777777" w:rsidR="0091487F" w:rsidRPr="0091487F" w:rsidRDefault="0091487F" w:rsidP="0091487F">
            <w:pPr>
              <w:suppressAutoHyphens w:val="0"/>
              <w:contextualSpacing/>
              <w:rPr>
                <w:sz w:val="22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F401" w14:textId="77777777" w:rsidR="0091487F" w:rsidRDefault="0091487F" w:rsidP="0091487F">
            <w:pPr>
              <w:suppressAutoHyphens w:val="0"/>
              <w:contextualSpacing/>
              <w:rPr>
                <w:sz w:val="22"/>
              </w:rPr>
            </w:pPr>
            <w:r w:rsidRPr="0091487F">
              <w:rPr>
                <w:sz w:val="22"/>
              </w:rPr>
              <w:t>Registrikood/isikukood:</w:t>
            </w:r>
          </w:p>
          <w:p w14:paraId="3667B906" w14:textId="7757E85D" w:rsidR="00B97F4C" w:rsidRPr="0091487F" w:rsidRDefault="00B97F4C" w:rsidP="0091487F">
            <w:pPr>
              <w:suppressAutoHyphens w:val="0"/>
              <w:contextualSpacing/>
              <w:rPr>
                <w:sz w:val="22"/>
              </w:rPr>
            </w:pPr>
            <w:r w:rsidRPr="00B97F4C">
              <w:rPr>
                <w:sz w:val="22"/>
              </w:rPr>
              <w:t>10224137</w:t>
            </w:r>
          </w:p>
        </w:tc>
      </w:tr>
      <w:tr w:rsidR="0091487F" w:rsidRPr="0091487F" w14:paraId="185797AB" w14:textId="77777777" w:rsidTr="0091487F"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05A8" w14:textId="77777777" w:rsidR="00891549" w:rsidRDefault="0091487F" w:rsidP="0091487F">
            <w:pPr>
              <w:suppressAutoHyphens w:val="0"/>
              <w:contextualSpacing/>
            </w:pPr>
            <w:r w:rsidRPr="0091487F">
              <w:rPr>
                <w:sz w:val="22"/>
              </w:rPr>
              <w:t>Aadress:</w:t>
            </w:r>
            <w:r w:rsidR="00891549">
              <w:t xml:space="preserve"> </w:t>
            </w:r>
          </w:p>
          <w:p w14:paraId="4D0FE14A" w14:textId="0E6F3A3E" w:rsidR="0091487F" w:rsidRPr="0091487F" w:rsidRDefault="00891549" w:rsidP="0091487F">
            <w:pPr>
              <w:suppressAutoHyphens w:val="0"/>
              <w:contextualSpacing/>
              <w:rPr>
                <w:sz w:val="22"/>
              </w:rPr>
            </w:pPr>
            <w:r w:rsidRPr="00891549">
              <w:rPr>
                <w:sz w:val="22"/>
              </w:rPr>
              <w:t>Lääne maakond, Haapsalu linn, Tööstuse tn 2, 90506</w:t>
            </w:r>
          </w:p>
          <w:p w14:paraId="7542A241" w14:textId="77777777" w:rsidR="0091487F" w:rsidRPr="0091487F" w:rsidRDefault="0091487F" w:rsidP="0091487F">
            <w:pPr>
              <w:suppressAutoHyphens w:val="0"/>
              <w:contextualSpacing/>
              <w:rPr>
                <w:sz w:val="22"/>
              </w:rPr>
            </w:pPr>
          </w:p>
        </w:tc>
      </w:tr>
      <w:tr w:rsidR="0091487F" w:rsidRPr="0091487F" w14:paraId="136F442C" w14:textId="77777777" w:rsidTr="0091487F"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3EEE" w14:textId="77777777" w:rsidR="0091487F" w:rsidRPr="0091487F" w:rsidRDefault="0091487F" w:rsidP="0091487F">
            <w:pPr>
              <w:suppressAutoHyphens w:val="0"/>
              <w:contextualSpacing/>
              <w:rPr>
                <w:sz w:val="22"/>
              </w:rPr>
            </w:pPr>
            <w:r w:rsidRPr="0091487F">
              <w:rPr>
                <w:sz w:val="22"/>
              </w:rPr>
              <w:t>Kontaktisik:</w:t>
            </w:r>
          </w:p>
          <w:p w14:paraId="1B151910" w14:textId="2A44048C" w:rsidR="0091487F" w:rsidRPr="0091487F" w:rsidRDefault="00891549" w:rsidP="0091487F">
            <w:pPr>
              <w:suppressAutoHyphens w:val="0"/>
              <w:contextualSpacing/>
              <w:rPr>
                <w:sz w:val="22"/>
              </w:rPr>
            </w:pPr>
            <w:r>
              <w:rPr>
                <w:sz w:val="22"/>
              </w:rPr>
              <w:t>Ülle Loopre</w:t>
            </w:r>
          </w:p>
        </w:tc>
      </w:tr>
      <w:tr w:rsidR="0091487F" w:rsidRPr="0091487F" w14:paraId="70D34F0C" w14:textId="77777777" w:rsidTr="0091487F"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F8CB" w14:textId="3BCB4C91" w:rsidR="0091487F" w:rsidRPr="0091487F" w:rsidRDefault="0091487F" w:rsidP="0091487F">
            <w:pPr>
              <w:suppressAutoHyphens w:val="0"/>
              <w:contextualSpacing/>
              <w:rPr>
                <w:sz w:val="22"/>
              </w:rPr>
            </w:pPr>
            <w:r w:rsidRPr="0091487F">
              <w:rPr>
                <w:sz w:val="22"/>
              </w:rPr>
              <w:t>Tel:</w:t>
            </w:r>
            <w:r w:rsidR="00891549">
              <w:rPr>
                <w:sz w:val="22"/>
              </w:rPr>
              <w:t xml:space="preserve"> +372 5348 8369</w:t>
            </w:r>
          </w:p>
        </w:tc>
      </w:tr>
      <w:tr w:rsidR="0091487F" w:rsidRPr="0091487F" w14:paraId="276E86DC" w14:textId="77777777" w:rsidTr="0091487F"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C6E40" w14:textId="17B70AA3" w:rsidR="0091487F" w:rsidRPr="0091487F" w:rsidRDefault="0091487F" w:rsidP="0091487F">
            <w:pPr>
              <w:suppressAutoHyphens w:val="0"/>
              <w:contextualSpacing/>
              <w:rPr>
                <w:sz w:val="22"/>
              </w:rPr>
            </w:pPr>
            <w:r w:rsidRPr="0091487F">
              <w:rPr>
                <w:sz w:val="22"/>
              </w:rPr>
              <w:t>E-post:</w:t>
            </w:r>
            <w:r w:rsidR="00891549">
              <w:rPr>
                <w:sz w:val="22"/>
              </w:rPr>
              <w:t xml:space="preserve"> ulle.loopre@elektrilevi.ee</w:t>
            </w:r>
          </w:p>
        </w:tc>
      </w:tr>
    </w:tbl>
    <w:p w14:paraId="56387844" w14:textId="77777777" w:rsidR="0091487F" w:rsidRPr="0091487F" w:rsidRDefault="0091487F" w:rsidP="0091487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</w:p>
    <w:p w14:paraId="4F6ABA72" w14:textId="71B3808B" w:rsidR="0091487F" w:rsidRPr="0091487F" w:rsidRDefault="0091487F" w:rsidP="0091487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b/>
          <w:sz w:val="22"/>
          <w:szCs w:val="22"/>
        </w:rPr>
      </w:pPr>
      <w:r w:rsidRPr="0091487F">
        <w:rPr>
          <w:rFonts w:eastAsia="Calibri"/>
          <w:b/>
          <w:sz w:val="22"/>
          <w:szCs w:val="22"/>
        </w:rPr>
        <w:t>ISIKLIKU KASUTUSÕIGUSE SEADMISE SISU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91487F" w:rsidRPr="0091487F" w14:paraId="3F154DE3" w14:textId="77777777" w:rsidTr="0091487F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6EA" w14:textId="77777777" w:rsidR="0091487F" w:rsidRDefault="0091487F" w:rsidP="0091487F">
            <w:pPr>
              <w:suppressAutoHyphens w:val="0"/>
              <w:contextualSpacing/>
              <w:rPr>
                <w:sz w:val="22"/>
              </w:rPr>
            </w:pPr>
            <w:r w:rsidRPr="0091487F">
              <w:rPr>
                <w:sz w:val="22"/>
              </w:rPr>
              <w:t>Koormatava kinnisasja aadress, kinnistusregistriosa number, katastriüksuse tunnus:</w:t>
            </w:r>
          </w:p>
          <w:p w14:paraId="3E295AA8" w14:textId="77777777" w:rsidR="004617FD" w:rsidRPr="0091487F" w:rsidRDefault="004617FD" w:rsidP="0091487F">
            <w:pPr>
              <w:suppressAutoHyphens w:val="0"/>
              <w:contextualSpacing/>
              <w:rPr>
                <w:sz w:val="22"/>
              </w:rPr>
            </w:pPr>
          </w:p>
          <w:p w14:paraId="5101BE22" w14:textId="1E385BBB" w:rsidR="0091487F" w:rsidRDefault="00095C09" w:rsidP="0091487F">
            <w:pPr>
              <w:suppressAutoHyphens w:val="0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Aadress: </w:t>
            </w:r>
            <w:r w:rsidR="00E17CE2" w:rsidRPr="00E17CE2">
              <w:rPr>
                <w:sz w:val="22"/>
              </w:rPr>
              <w:t>Tallinna mnt 49</w:t>
            </w:r>
            <w:r w:rsidR="00E17CE2">
              <w:rPr>
                <w:sz w:val="22"/>
              </w:rPr>
              <w:t xml:space="preserve">, </w:t>
            </w:r>
            <w:r w:rsidR="00795D2F" w:rsidRPr="00795D2F">
              <w:rPr>
                <w:sz w:val="22"/>
              </w:rPr>
              <w:t>Virtsu alevik</w:t>
            </w:r>
            <w:r w:rsidR="00795D2F">
              <w:rPr>
                <w:sz w:val="22"/>
              </w:rPr>
              <w:t xml:space="preserve">, </w:t>
            </w:r>
            <w:r w:rsidR="00795D2F" w:rsidRPr="00795D2F">
              <w:rPr>
                <w:sz w:val="22"/>
              </w:rPr>
              <w:t>Lääneranna vald</w:t>
            </w:r>
            <w:r w:rsidR="00795D2F">
              <w:rPr>
                <w:sz w:val="22"/>
              </w:rPr>
              <w:t xml:space="preserve">, </w:t>
            </w:r>
            <w:r w:rsidR="00795D2F" w:rsidRPr="00795D2F">
              <w:rPr>
                <w:sz w:val="22"/>
              </w:rPr>
              <w:t>Pärnu maakond</w:t>
            </w:r>
          </w:p>
          <w:p w14:paraId="3F1CB232" w14:textId="3F09B2DC" w:rsidR="00095C09" w:rsidRDefault="00095C09" w:rsidP="0091487F">
            <w:pPr>
              <w:suppressAutoHyphens w:val="0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Kinnisturegistriosa number: </w:t>
            </w:r>
            <w:r w:rsidR="00D646B7" w:rsidRPr="00D646B7">
              <w:rPr>
                <w:sz w:val="22"/>
              </w:rPr>
              <w:t>4898950</w:t>
            </w:r>
          </w:p>
          <w:p w14:paraId="0877AB46" w14:textId="6E6267DB" w:rsidR="00095C09" w:rsidRPr="0091487F" w:rsidRDefault="00095C09" w:rsidP="0091487F">
            <w:pPr>
              <w:suppressAutoHyphens w:val="0"/>
              <w:contextualSpacing/>
              <w:rPr>
                <w:sz w:val="22"/>
              </w:rPr>
            </w:pPr>
            <w:r>
              <w:rPr>
                <w:sz w:val="22"/>
              </w:rPr>
              <w:t>Katastri</w:t>
            </w:r>
            <w:r w:rsidR="009C3D3F">
              <w:rPr>
                <w:sz w:val="22"/>
              </w:rPr>
              <w:t>tunnus:</w:t>
            </w:r>
            <w:r w:rsidR="009C3D3F">
              <w:t xml:space="preserve"> </w:t>
            </w:r>
            <w:r w:rsidR="009C3D3F" w:rsidRPr="009C3D3F">
              <w:rPr>
                <w:sz w:val="22"/>
              </w:rPr>
              <w:t>19501:001:0474</w:t>
            </w:r>
          </w:p>
          <w:p w14:paraId="4AE7F0FF" w14:textId="77777777" w:rsidR="0091487F" w:rsidRPr="0091487F" w:rsidRDefault="0091487F" w:rsidP="0091487F">
            <w:pPr>
              <w:suppressAutoHyphens w:val="0"/>
              <w:contextualSpacing/>
              <w:rPr>
                <w:sz w:val="22"/>
              </w:rPr>
            </w:pPr>
            <w:r w:rsidRPr="0091487F">
              <w:rPr>
                <w:sz w:val="22"/>
              </w:rPr>
              <w:t xml:space="preserve"> </w:t>
            </w:r>
          </w:p>
        </w:tc>
      </w:tr>
      <w:tr w:rsidR="0091487F" w:rsidRPr="0091487F" w14:paraId="0C559F5A" w14:textId="77777777" w:rsidTr="0091487F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8AAA" w14:textId="25598EBD" w:rsidR="0091487F" w:rsidRPr="00551EC1" w:rsidRDefault="003577F9" w:rsidP="0091487F">
            <w:pPr>
              <w:suppressAutoHyphens w:val="0"/>
              <w:contextualSpacing/>
              <w:rPr>
                <w:b/>
                <w:bCs/>
                <w:sz w:val="22"/>
              </w:rPr>
            </w:pPr>
            <w:r w:rsidRPr="00551EC1">
              <w:rPr>
                <w:b/>
                <w:bCs/>
                <w:sz w:val="22"/>
              </w:rPr>
              <w:t>PARI tunnus:</w:t>
            </w:r>
            <w:r w:rsidR="00505728" w:rsidRPr="00551EC1">
              <w:rPr>
                <w:b/>
                <w:bCs/>
              </w:rPr>
              <w:t xml:space="preserve"> </w:t>
            </w:r>
            <w:r w:rsidR="00505728" w:rsidRPr="00551EC1">
              <w:rPr>
                <w:b/>
                <w:bCs/>
                <w:sz w:val="22"/>
              </w:rPr>
              <w:t>919503</w:t>
            </w:r>
          </w:p>
          <w:p w14:paraId="68AF2A9D" w14:textId="67290098" w:rsidR="003577F9" w:rsidRDefault="003577F9" w:rsidP="0091487F">
            <w:pPr>
              <w:suppressAutoHyphens w:val="0"/>
              <w:contextualSpacing/>
              <w:rPr>
                <w:sz w:val="22"/>
              </w:rPr>
            </w:pPr>
            <w:r>
              <w:rPr>
                <w:sz w:val="22"/>
              </w:rPr>
              <w:t>PARI link:</w:t>
            </w:r>
            <w:r w:rsidR="00551EC1">
              <w:t xml:space="preserve"> </w:t>
            </w:r>
            <w:hyperlink r:id="rId8" w:history="1">
              <w:r w:rsidR="00551EC1" w:rsidRPr="00023C30">
                <w:rPr>
                  <w:rStyle w:val="Hyperlink"/>
                  <w:sz w:val="22"/>
                </w:rPr>
                <w:t>https://pari.kataster.ee/magic-link/37bf9d51-1cad-498b-aa2f-a4bf6e6d0691</w:t>
              </w:r>
            </w:hyperlink>
          </w:p>
          <w:p w14:paraId="56E0E247" w14:textId="24A7E4E9" w:rsidR="00551EC1" w:rsidRPr="0091487F" w:rsidRDefault="00551EC1" w:rsidP="0091487F">
            <w:pPr>
              <w:suppressAutoHyphens w:val="0"/>
              <w:contextualSpacing/>
              <w:rPr>
                <w:sz w:val="22"/>
              </w:rPr>
            </w:pPr>
          </w:p>
        </w:tc>
      </w:tr>
      <w:tr w:rsidR="0091487F" w:rsidRPr="0091487F" w14:paraId="588A06A6" w14:textId="77777777" w:rsidTr="0091487F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0634" w14:textId="3CB01B98" w:rsidR="0091487F" w:rsidRPr="0091487F" w:rsidRDefault="00F97F79" w:rsidP="0091487F">
            <w:pPr>
              <w:suppressAutoHyphens w:val="0"/>
              <w:contextualSpacing/>
              <w:rPr>
                <w:sz w:val="22"/>
              </w:rPr>
            </w:pPr>
            <w:r>
              <w:rPr>
                <w:sz w:val="22"/>
              </w:rPr>
              <w:t>Isikliku kasutusõiguse</w:t>
            </w:r>
            <w:r w:rsidR="0091487F" w:rsidRPr="0091487F">
              <w:rPr>
                <w:sz w:val="22"/>
              </w:rPr>
              <w:t xml:space="preserve"> tähtaeg:</w:t>
            </w:r>
            <w:r>
              <w:rPr>
                <w:sz w:val="22"/>
              </w:rPr>
              <w:t xml:space="preserve"> tähtajatu</w:t>
            </w:r>
          </w:p>
          <w:p w14:paraId="602DCFCE" w14:textId="77777777" w:rsidR="0091487F" w:rsidRPr="0091487F" w:rsidRDefault="0091487F" w:rsidP="0091487F">
            <w:pPr>
              <w:suppressAutoHyphens w:val="0"/>
              <w:contextualSpacing/>
              <w:rPr>
                <w:sz w:val="22"/>
              </w:rPr>
            </w:pPr>
          </w:p>
        </w:tc>
      </w:tr>
      <w:tr w:rsidR="0091487F" w:rsidRPr="0091487F" w14:paraId="4FE5C6F9" w14:textId="77777777" w:rsidTr="0091487F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EEF6" w14:textId="42D85146" w:rsidR="0091487F" w:rsidRPr="0091487F" w:rsidRDefault="00F97F79" w:rsidP="0091487F">
            <w:pPr>
              <w:suppressAutoHyphens w:val="0"/>
              <w:contextualSpacing/>
              <w:rPr>
                <w:sz w:val="22"/>
              </w:rPr>
            </w:pPr>
            <w:r>
              <w:rPr>
                <w:sz w:val="22"/>
              </w:rPr>
              <w:t>Isikliku kasutusõigusega</w:t>
            </w:r>
            <w:r w:rsidR="0091487F" w:rsidRPr="0091487F">
              <w:rPr>
                <w:sz w:val="22"/>
              </w:rPr>
              <w:t xml:space="preserve"> koormatava ala pindala (m</w:t>
            </w:r>
            <w:r w:rsidR="0091487F" w:rsidRPr="0091487F">
              <w:rPr>
                <w:sz w:val="22"/>
                <w:vertAlign w:val="superscript"/>
              </w:rPr>
              <w:t>2</w:t>
            </w:r>
            <w:r w:rsidR="0091487F" w:rsidRPr="0091487F">
              <w:rPr>
                <w:sz w:val="22"/>
              </w:rPr>
              <w:t xml:space="preserve">): </w:t>
            </w:r>
            <w:r w:rsidR="007547D0">
              <w:rPr>
                <w:sz w:val="22"/>
              </w:rPr>
              <w:t>36 m</w:t>
            </w:r>
            <w:r w:rsidR="007547D0" w:rsidRPr="007547D0">
              <w:rPr>
                <w:sz w:val="22"/>
                <w:vertAlign w:val="superscript"/>
              </w:rPr>
              <w:t>2</w:t>
            </w:r>
          </w:p>
          <w:p w14:paraId="77353957" w14:textId="77777777" w:rsidR="0091487F" w:rsidRPr="0091487F" w:rsidRDefault="0091487F" w:rsidP="0091487F">
            <w:pPr>
              <w:suppressAutoHyphens w:val="0"/>
              <w:contextualSpacing/>
              <w:rPr>
                <w:sz w:val="22"/>
              </w:rPr>
            </w:pPr>
          </w:p>
        </w:tc>
      </w:tr>
      <w:tr w:rsidR="0091487F" w:rsidRPr="0091487F" w14:paraId="468611EA" w14:textId="77777777" w:rsidTr="0091487F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2EC6" w14:textId="7F4E4975" w:rsidR="0091487F" w:rsidRDefault="007547D0" w:rsidP="0091487F">
            <w:pPr>
              <w:suppressAutoHyphens w:val="0"/>
              <w:contextualSpacing/>
              <w:rPr>
                <w:sz w:val="22"/>
              </w:rPr>
            </w:pPr>
            <w:r>
              <w:rPr>
                <w:sz w:val="22"/>
              </w:rPr>
              <w:t>Isikliku kasutusõiguse</w:t>
            </w:r>
            <w:r w:rsidR="0091487F" w:rsidRPr="0091487F">
              <w:rPr>
                <w:sz w:val="22"/>
              </w:rPr>
              <w:t xml:space="preserve"> sisu (kirjeldus) ja eesmärk:</w:t>
            </w:r>
            <w:r w:rsidR="00E32D6F">
              <w:t xml:space="preserve"> </w:t>
            </w:r>
            <w:r w:rsidR="00E32D6F" w:rsidRPr="00E32D6F">
              <w:rPr>
                <w:sz w:val="22"/>
              </w:rPr>
              <w:t>Isikliku kasutusõiguse sisuks on elektrivõrgu väljaehitamine, omamine ning kasutajal lasuva elektrivõrgu arendamiskohustuse täitmise tagamiseks, elektriliinide remontimine, hooldamine, asendamine, kasutamine, kasutusse andmine ja muul viisil ekspluateerimine elektrivõrgu talituse tagamise eesmärgil.</w:t>
            </w:r>
          </w:p>
          <w:p w14:paraId="1B7AC6AB" w14:textId="27AD1DC6" w:rsidR="001617E7" w:rsidRPr="0091487F" w:rsidRDefault="001617E7" w:rsidP="0091487F">
            <w:pPr>
              <w:suppressAutoHyphens w:val="0"/>
              <w:contextualSpacing/>
              <w:rPr>
                <w:sz w:val="22"/>
              </w:rPr>
            </w:pPr>
            <w:r>
              <w:rPr>
                <w:sz w:val="22"/>
              </w:rPr>
              <w:t>Eesmärgiks on Vanalinna tn 2 elektriliitumine</w:t>
            </w:r>
            <w:r w:rsidR="001B1835">
              <w:rPr>
                <w:sz w:val="22"/>
              </w:rPr>
              <w:t xml:space="preserve"> Virtsu</w:t>
            </w:r>
            <w:r w:rsidR="00FD4F41">
              <w:rPr>
                <w:sz w:val="22"/>
              </w:rPr>
              <w:t xml:space="preserve"> alevikus Lääneranna vallas Pärnu maakonnas.</w:t>
            </w:r>
          </w:p>
          <w:p w14:paraId="0A82467D" w14:textId="77777777" w:rsidR="0091487F" w:rsidRPr="0091487F" w:rsidRDefault="0091487F" w:rsidP="0091487F">
            <w:pPr>
              <w:suppressAutoHyphens w:val="0"/>
              <w:contextualSpacing/>
              <w:rPr>
                <w:sz w:val="22"/>
              </w:rPr>
            </w:pPr>
          </w:p>
          <w:p w14:paraId="42D6D3BF" w14:textId="77777777" w:rsidR="0091487F" w:rsidRPr="0091487F" w:rsidRDefault="0091487F" w:rsidP="0091487F">
            <w:pPr>
              <w:suppressAutoHyphens w:val="0"/>
              <w:contextualSpacing/>
              <w:rPr>
                <w:sz w:val="22"/>
              </w:rPr>
            </w:pPr>
          </w:p>
        </w:tc>
      </w:tr>
    </w:tbl>
    <w:p w14:paraId="44527792" w14:textId="77777777" w:rsidR="0091487F" w:rsidRDefault="0091487F" w:rsidP="0091487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</w:p>
    <w:p w14:paraId="2ECA0484" w14:textId="77777777" w:rsidR="00725305" w:rsidRPr="0091487F" w:rsidRDefault="00725305" w:rsidP="0091487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</w:p>
    <w:p w14:paraId="1394DD11" w14:textId="77777777" w:rsidR="002C235F" w:rsidRPr="002C235F" w:rsidRDefault="002C235F" w:rsidP="002C235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  <w:r w:rsidRPr="002C235F">
        <w:rPr>
          <w:rFonts w:eastAsia="Calibri"/>
          <w:sz w:val="22"/>
          <w:szCs w:val="22"/>
        </w:rPr>
        <w:lastRenderedPageBreak/>
        <w:t>Lugupidamisega</w:t>
      </w:r>
    </w:p>
    <w:p w14:paraId="50F18547" w14:textId="77777777" w:rsidR="002C235F" w:rsidRPr="002C235F" w:rsidRDefault="002C235F" w:rsidP="002C235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</w:p>
    <w:p w14:paraId="5C92E628" w14:textId="77777777" w:rsidR="002C235F" w:rsidRPr="002C235F" w:rsidRDefault="002C235F" w:rsidP="002C235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  <w:r w:rsidRPr="002C235F">
        <w:rPr>
          <w:rFonts w:eastAsia="Calibri"/>
          <w:sz w:val="22"/>
          <w:szCs w:val="22"/>
        </w:rPr>
        <w:t>/allkirjastatud digitaalselt/</w:t>
      </w:r>
    </w:p>
    <w:p w14:paraId="0A9485EB" w14:textId="77777777" w:rsidR="002C235F" w:rsidRPr="002C235F" w:rsidRDefault="002C235F" w:rsidP="002C235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</w:p>
    <w:p w14:paraId="7EE245BC" w14:textId="77777777" w:rsidR="002C235F" w:rsidRPr="002C235F" w:rsidRDefault="002C235F" w:rsidP="002C235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  <w:r w:rsidRPr="002C235F">
        <w:rPr>
          <w:rFonts w:eastAsia="Calibri"/>
          <w:sz w:val="22"/>
          <w:szCs w:val="22"/>
        </w:rPr>
        <w:t>Ülle Loopre</w:t>
      </w:r>
    </w:p>
    <w:p w14:paraId="499A346F" w14:textId="77777777" w:rsidR="002C235F" w:rsidRPr="002C235F" w:rsidRDefault="002C235F" w:rsidP="002C235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  <w:r w:rsidRPr="002C235F">
        <w:rPr>
          <w:rFonts w:eastAsia="Calibri"/>
          <w:sz w:val="22"/>
          <w:szCs w:val="22"/>
        </w:rPr>
        <w:t>Imatra Elekter AS volitatud esindaja</w:t>
      </w:r>
    </w:p>
    <w:p w14:paraId="5C00C908" w14:textId="3BDA58F9" w:rsidR="002C235F" w:rsidRDefault="002C235F" w:rsidP="002C235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  <w:r w:rsidRPr="002C235F">
        <w:rPr>
          <w:rFonts w:eastAsia="Calibri"/>
          <w:sz w:val="22"/>
          <w:szCs w:val="22"/>
        </w:rPr>
        <w:t>+372 53488369</w:t>
      </w:r>
    </w:p>
    <w:p w14:paraId="4F9E0092" w14:textId="77777777" w:rsidR="002C235F" w:rsidRDefault="002C235F" w:rsidP="0091487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</w:p>
    <w:p w14:paraId="2AC1F069" w14:textId="252D22D5" w:rsidR="0091487F" w:rsidRPr="0091487F" w:rsidRDefault="00047C0E" w:rsidP="0091487F">
      <w:pPr>
        <w:suppressAutoHyphens w:val="0"/>
        <w:autoSpaceDN/>
        <w:spacing w:after="200" w:line="276" w:lineRule="auto"/>
        <w:ind w:left="720"/>
        <w:contextualSpacing/>
        <w:textAlignment w:val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Lisad:</w:t>
      </w:r>
    </w:p>
    <w:p w14:paraId="6D30B3D9" w14:textId="77777777" w:rsidR="0091487F" w:rsidRPr="0091487F" w:rsidRDefault="0091487F" w:rsidP="0091487F">
      <w:pPr>
        <w:numPr>
          <w:ilvl w:val="0"/>
          <w:numId w:val="9"/>
        </w:numPr>
        <w:suppressAutoHyphens w:val="0"/>
        <w:autoSpaceDN/>
        <w:spacing w:after="200" w:line="276" w:lineRule="auto"/>
        <w:contextualSpacing/>
        <w:textAlignment w:val="auto"/>
        <w:rPr>
          <w:rFonts w:eastAsia="Calibri"/>
          <w:sz w:val="22"/>
          <w:szCs w:val="22"/>
        </w:rPr>
      </w:pPr>
      <w:r w:rsidRPr="0091487F">
        <w:rPr>
          <w:rFonts w:eastAsia="Calibri"/>
          <w:sz w:val="22"/>
          <w:szCs w:val="22"/>
        </w:rPr>
        <w:t>Volitatud esindaja volikiri;</w:t>
      </w:r>
    </w:p>
    <w:p w14:paraId="00708585" w14:textId="3B19364B" w:rsidR="0091487F" w:rsidRPr="0091487F" w:rsidRDefault="00047C0E" w:rsidP="0091487F">
      <w:pPr>
        <w:numPr>
          <w:ilvl w:val="0"/>
          <w:numId w:val="9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Koormatava ala plaan, ruumikuju plaan</w:t>
      </w:r>
    </w:p>
    <w:p w14:paraId="77BEF231" w14:textId="0257F2C6" w:rsidR="0091487F" w:rsidRPr="0091487F" w:rsidRDefault="0091487F" w:rsidP="0091487F">
      <w:pPr>
        <w:numPr>
          <w:ilvl w:val="0"/>
          <w:numId w:val="9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eastAsia="Calibri"/>
          <w:sz w:val="22"/>
          <w:szCs w:val="22"/>
        </w:rPr>
      </w:pPr>
      <w:r w:rsidRPr="0091487F">
        <w:rPr>
          <w:rFonts w:eastAsia="Calibri"/>
          <w:sz w:val="22"/>
          <w:szCs w:val="22"/>
        </w:rPr>
        <w:t xml:space="preserve">Keskkonnaameti kooskõlastus. </w:t>
      </w:r>
    </w:p>
    <w:p w14:paraId="4A326B51" w14:textId="77777777" w:rsidR="00E27342" w:rsidRPr="00530DE9" w:rsidRDefault="00E27342" w:rsidP="00530DE9">
      <w:pPr>
        <w:spacing w:before="120"/>
        <w:rPr>
          <w:szCs w:val="24"/>
        </w:rPr>
      </w:pPr>
    </w:p>
    <w:sectPr w:rsidR="00E27342" w:rsidRPr="00530DE9" w:rsidSect="00BE5B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68" w:right="1416" w:bottom="1701" w:left="1140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4DE62" w14:textId="77777777" w:rsidR="007369DE" w:rsidRDefault="007369DE">
      <w:r>
        <w:separator/>
      </w:r>
    </w:p>
  </w:endnote>
  <w:endnote w:type="continuationSeparator" w:id="0">
    <w:p w14:paraId="3D559A98" w14:textId="77777777" w:rsidR="007369DE" w:rsidRDefault="0073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2"/>
      <w:gridCol w:w="2042"/>
      <w:gridCol w:w="2042"/>
      <w:gridCol w:w="2041"/>
      <w:gridCol w:w="1896"/>
    </w:tblGrid>
    <w:tr w:rsidR="007F1EEE" w14:paraId="25D0DDE9" w14:textId="77777777">
      <w:trPr>
        <w:trHeight w:val="278"/>
      </w:trPr>
      <w:tc>
        <w:tcPr>
          <w:tcW w:w="237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789696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D9CED6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84B8A1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4FD64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80F162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2613074A" w14:textId="77777777">
      <w:trPr>
        <w:trHeight w:val="188"/>
      </w:trPr>
      <w:tc>
        <w:tcPr>
          <w:tcW w:w="237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8DDF90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6A7630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E8EC31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5DED7AA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104894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2E9DADA" w14:textId="77777777">
      <w:trPr>
        <w:trHeight w:val="91"/>
      </w:trPr>
      <w:tc>
        <w:tcPr>
          <w:tcW w:w="237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30B78F3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A2BEA2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1C3345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8BC84DC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341EB3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507D9B4F" w14:textId="77777777" w:rsidR="001657D9" w:rsidRDefault="001657D9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3"/>
      <w:gridCol w:w="2041"/>
      <w:gridCol w:w="2042"/>
      <w:gridCol w:w="2041"/>
      <w:gridCol w:w="1896"/>
    </w:tblGrid>
    <w:tr w:rsidR="007F1EEE" w14:paraId="761A2E98" w14:textId="77777777">
      <w:trPr>
        <w:trHeight w:val="188"/>
      </w:trPr>
      <w:tc>
        <w:tcPr>
          <w:tcW w:w="2373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24ECC7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Imatra Elekter AS</w:t>
          </w:r>
        </w:p>
      </w:tc>
      <w:tc>
        <w:tcPr>
          <w:tcW w:w="204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40663E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Tööstuse 2, 90506 Haapsalu</w:t>
          </w:r>
        </w:p>
      </w:tc>
      <w:tc>
        <w:tcPr>
          <w:tcW w:w="204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433154C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Viimsi kontor: Randvere tee 17</w:t>
          </w:r>
        </w:p>
      </w:tc>
      <w:tc>
        <w:tcPr>
          <w:tcW w:w="204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6C4CB9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6C2540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781EDFB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  <w:p w14:paraId="537978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6B7836B9" w14:textId="77777777">
      <w:trPr>
        <w:trHeight w:val="188"/>
      </w:trPr>
      <w:tc>
        <w:tcPr>
          <w:tcW w:w="2373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57A7D0B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www.imatraelekter.ee</w:t>
          </w: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71C0AB4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7150 180 Faks 7150 100</w:t>
          </w: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9D370F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74001 Haabneeme, Viimsi vald</w:t>
          </w:r>
        </w:p>
        <w:p w14:paraId="3FA1517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6061 830 Faks 6061 831</w:t>
          </w: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ABF938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28AA21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16FDE51" w14:textId="77777777">
      <w:trPr>
        <w:trHeight w:val="91"/>
      </w:trPr>
      <w:tc>
        <w:tcPr>
          <w:tcW w:w="2373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DD83B2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B6279B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BE4825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8698FEF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4C3AA7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2BB094A8" w14:textId="77777777" w:rsidR="001657D9" w:rsidRDefault="001657D9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7056F" w14:textId="77777777" w:rsidR="007369DE" w:rsidRDefault="007369DE">
      <w:r>
        <w:rPr>
          <w:color w:val="000000"/>
        </w:rPr>
        <w:separator/>
      </w:r>
    </w:p>
  </w:footnote>
  <w:footnote w:type="continuationSeparator" w:id="0">
    <w:p w14:paraId="4AAA33EF" w14:textId="77777777" w:rsidR="007369DE" w:rsidRDefault="00736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950B7F1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4A7A89F" w14:textId="77777777" w:rsidR="001657D9" w:rsidRDefault="001657D9">
          <w:pPr>
            <w:pStyle w:val="Header"/>
          </w:pP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EFC9E13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C490F3A" w14:textId="77777777" w:rsidR="001657D9" w:rsidRDefault="001657D9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9D9F320" w14:textId="77777777" w:rsidR="001657D9" w:rsidRDefault="00E33CB9">
          <w:pPr>
            <w:pStyle w:val="Head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(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>)</w:t>
          </w:r>
        </w:p>
      </w:tc>
    </w:tr>
    <w:tr w:rsidR="007F1EEE" w14:paraId="1ACB0DC3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8AD5D8E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6E187463" wp14:editId="3B35E843">
                <wp:extent cx="1485900" cy="962021"/>
                <wp:effectExtent l="0" t="0" r="0" b="0"/>
                <wp:docPr id="5" name="Picture 5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DEB1BF4" w14:textId="77777777" w:rsidR="001657D9" w:rsidRDefault="001657D9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F9C33C9" w14:textId="77777777" w:rsidR="001657D9" w:rsidRDefault="001657D9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67B7F30" w14:textId="77777777" w:rsidR="001657D9" w:rsidRDefault="001657D9">
          <w:pPr>
            <w:pStyle w:val="Header"/>
          </w:pPr>
        </w:p>
      </w:tc>
    </w:tr>
  </w:tbl>
  <w:p w14:paraId="7ADBA397" w14:textId="77777777" w:rsidR="001657D9" w:rsidRDefault="001657D9">
    <w:pPr>
      <w:pStyle w:val="Header"/>
      <w:rPr>
        <w:sz w:val="2"/>
        <w:szCs w:val="2"/>
      </w:rPr>
    </w:pPr>
  </w:p>
  <w:p w14:paraId="571FC912" w14:textId="77777777" w:rsidR="001657D9" w:rsidRDefault="001657D9">
    <w:pPr>
      <w:pStyle w:val="Header"/>
      <w:rPr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FCCCF2E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39CDC65" w14:textId="77777777" w:rsidR="001657D9" w:rsidRDefault="001657D9">
          <w:pPr>
            <w:pStyle w:val="Header"/>
          </w:pP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3BFEBD4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  <w:bookmarkStart w:id="0" w:name="dname"/>
          <w:bookmarkEnd w:id="0"/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4C6F564" w14:textId="77777777" w:rsidR="001657D9" w:rsidRDefault="001657D9">
          <w:pPr>
            <w:pStyle w:val="Header"/>
          </w:pPr>
          <w:bookmarkStart w:id="1" w:name="dnumber"/>
          <w:bookmarkEnd w:id="1"/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FC0BAD8" w14:textId="77777777" w:rsidR="001657D9" w:rsidRDefault="001657D9">
          <w:pPr>
            <w:pStyle w:val="Header"/>
          </w:pPr>
          <w:bookmarkStart w:id="2" w:name="dfieldpages"/>
          <w:bookmarkEnd w:id="2"/>
        </w:p>
      </w:tc>
    </w:tr>
    <w:tr w:rsidR="007F1EEE" w14:paraId="55312101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F34E1F7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1E1C1434" wp14:editId="363FDBC5">
                <wp:extent cx="1485900" cy="962021"/>
                <wp:effectExtent l="0" t="0" r="0" b="0"/>
                <wp:docPr id="6" name="Picture 6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ACD9ACB" w14:textId="77777777" w:rsidR="001657D9" w:rsidRDefault="001657D9">
          <w:pPr>
            <w:pStyle w:val="Header"/>
          </w:pPr>
          <w:bookmarkStart w:id="3" w:name="dclass"/>
          <w:bookmarkEnd w:id="3"/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CB84452" w14:textId="77777777" w:rsidR="001657D9" w:rsidRDefault="001657D9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421F140" w14:textId="77777777" w:rsidR="001657D9" w:rsidRDefault="001657D9">
          <w:pPr>
            <w:pStyle w:val="Header"/>
          </w:pPr>
          <w:bookmarkStart w:id="4" w:name="dencl"/>
          <w:bookmarkEnd w:id="4"/>
        </w:p>
      </w:tc>
    </w:tr>
    <w:tr w:rsidR="007F1EEE" w14:paraId="6E035AA1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8CC0DD6" w14:textId="77777777" w:rsidR="001657D9" w:rsidRDefault="001657D9">
          <w:pPr>
            <w:pStyle w:val="Header"/>
          </w:pP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73BA8DB" w14:textId="77777777" w:rsidR="001657D9" w:rsidRDefault="001657D9">
          <w:pPr>
            <w:pStyle w:val="Header"/>
          </w:pPr>
        </w:p>
      </w:tc>
      <w:tc>
        <w:tcPr>
          <w:tcW w:w="2608" w:type="dxa"/>
          <w:gridSpan w:val="2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6C9926E" w14:textId="77777777" w:rsidR="001657D9" w:rsidRDefault="001657D9">
          <w:pPr>
            <w:pStyle w:val="Header"/>
          </w:pPr>
        </w:p>
      </w:tc>
    </w:tr>
    <w:tr w:rsidR="007F1EEE" w14:paraId="09AD5D7F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1B8B612" w14:textId="77777777" w:rsidR="001657D9" w:rsidRDefault="00E33CB9">
          <w:pPr>
            <w:pStyle w:val="Header"/>
            <w:rPr>
              <w:rFonts w:ascii="Arial" w:hAnsi="Arial" w:cs="Arial"/>
            </w:rPr>
          </w:pPr>
          <w:bookmarkStart w:id="5" w:name="duser"/>
          <w:bookmarkEnd w:id="5"/>
          <w:r>
            <w:rPr>
              <w:rFonts w:ascii="Arial" w:hAnsi="Arial" w:cs="Arial"/>
            </w:rPr>
            <w:t>Imatra Elekter AS</w:t>
          </w: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62D9372" w14:textId="77777777" w:rsidR="001657D9" w:rsidRDefault="001657D9">
          <w:pPr>
            <w:pStyle w:val="Header"/>
          </w:pPr>
          <w:bookmarkStart w:id="6" w:name="ddate"/>
          <w:bookmarkEnd w:id="6"/>
        </w:p>
      </w:tc>
      <w:tc>
        <w:tcPr>
          <w:tcW w:w="2608" w:type="dxa"/>
          <w:gridSpan w:val="2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D7E847C" w14:textId="69A43FCF" w:rsidR="001657D9" w:rsidRDefault="00E33CB9">
          <w:pPr>
            <w:pStyle w:val="Header"/>
          </w:pPr>
          <w:r>
            <w:fldChar w:fldCharType="begin"/>
          </w:r>
          <w:r>
            <w:instrText xml:space="preserve"> DOCPROPERTY "DocumentID" </w:instrText>
          </w:r>
          <w:r>
            <w:fldChar w:fldCharType="end"/>
          </w:r>
        </w:p>
      </w:tc>
    </w:tr>
  </w:tbl>
  <w:p w14:paraId="5AE87972" w14:textId="77777777" w:rsidR="001657D9" w:rsidRDefault="001657D9">
    <w:pPr>
      <w:pStyle w:val="Header"/>
      <w:rPr>
        <w:sz w:val="2"/>
        <w:szCs w:val="2"/>
      </w:rPr>
    </w:pPr>
  </w:p>
  <w:p w14:paraId="2387FFFB" w14:textId="77777777" w:rsidR="001657D9" w:rsidRDefault="001657D9">
    <w:pPr>
      <w:pStyle w:val="Header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9BC"/>
    <w:multiLevelType w:val="multilevel"/>
    <w:tmpl w:val="4DB8EC96"/>
    <w:styleLink w:val="LFO26"/>
    <w:lvl w:ilvl="0">
      <w:start w:val="1"/>
      <w:numFmt w:val="decimal"/>
      <w:pStyle w:val="ListNumber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5B3214E"/>
    <w:multiLevelType w:val="multilevel"/>
    <w:tmpl w:val="DE005940"/>
    <w:styleLink w:val="LFO22"/>
    <w:lvl w:ilvl="0">
      <w:numFmt w:val="bullet"/>
      <w:pStyle w:val="ListBullet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3D180142"/>
    <w:multiLevelType w:val="hybridMultilevel"/>
    <w:tmpl w:val="BDB079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B718A"/>
    <w:multiLevelType w:val="multilevel"/>
    <w:tmpl w:val="04E65750"/>
    <w:styleLink w:val="LFO24"/>
    <w:lvl w:ilvl="0">
      <w:numFmt w:val="bullet"/>
      <w:pStyle w:val="ListBullet2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607D54"/>
    <w:multiLevelType w:val="hybridMultilevel"/>
    <w:tmpl w:val="F6ACB19E"/>
    <w:lvl w:ilvl="0" w:tplc="3828A704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6" w15:restartNumberingAfterBreak="0">
    <w:nsid w:val="5A676CA4"/>
    <w:multiLevelType w:val="multilevel"/>
    <w:tmpl w:val="442CB372"/>
    <w:styleLink w:val="LFO28"/>
    <w:lvl w:ilvl="0">
      <w:start w:val="1"/>
      <w:numFmt w:val="decimal"/>
      <w:pStyle w:val="ListNumber2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71AD5408"/>
    <w:multiLevelType w:val="hybridMultilevel"/>
    <w:tmpl w:val="4CEA0BDA"/>
    <w:lvl w:ilvl="0" w:tplc="9E2A3980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8" w15:restartNumberingAfterBreak="0">
    <w:nsid w:val="7EA00CE1"/>
    <w:multiLevelType w:val="hybridMultilevel"/>
    <w:tmpl w:val="075A7784"/>
    <w:lvl w:ilvl="0" w:tplc="16760758">
      <w:start w:val="4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num w:numId="1" w16cid:durableId="1533499988">
    <w:abstractNumId w:val="1"/>
  </w:num>
  <w:num w:numId="2" w16cid:durableId="1808931579">
    <w:abstractNumId w:val="3"/>
  </w:num>
  <w:num w:numId="3" w16cid:durableId="581914439">
    <w:abstractNumId w:val="0"/>
  </w:num>
  <w:num w:numId="4" w16cid:durableId="2103522246">
    <w:abstractNumId w:val="6"/>
  </w:num>
  <w:num w:numId="5" w16cid:durableId="1537154663">
    <w:abstractNumId w:val="5"/>
  </w:num>
  <w:num w:numId="6" w16cid:durableId="32535162">
    <w:abstractNumId w:val="7"/>
  </w:num>
  <w:num w:numId="7" w16cid:durableId="1909685082">
    <w:abstractNumId w:val="8"/>
  </w:num>
  <w:num w:numId="8" w16cid:durableId="238098161">
    <w:abstractNumId w:val="2"/>
  </w:num>
  <w:num w:numId="9" w16cid:durableId="19215273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42"/>
    <w:rsid w:val="000263AC"/>
    <w:rsid w:val="00026DA1"/>
    <w:rsid w:val="000456EB"/>
    <w:rsid w:val="00047C0E"/>
    <w:rsid w:val="000769E5"/>
    <w:rsid w:val="00095335"/>
    <w:rsid w:val="00095C09"/>
    <w:rsid w:val="000B6C8A"/>
    <w:rsid w:val="000D02B0"/>
    <w:rsid w:val="000D5887"/>
    <w:rsid w:val="000E3067"/>
    <w:rsid w:val="000E3B56"/>
    <w:rsid w:val="00120040"/>
    <w:rsid w:val="001451FB"/>
    <w:rsid w:val="00155549"/>
    <w:rsid w:val="001617E7"/>
    <w:rsid w:val="001657D9"/>
    <w:rsid w:val="00196B10"/>
    <w:rsid w:val="001A71F5"/>
    <w:rsid w:val="001B1835"/>
    <w:rsid w:val="001B19B3"/>
    <w:rsid w:val="001C3B41"/>
    <w:rsid w:val="001C4063"/>
    <w:rsid w:val="001D3746"/>
    <w:rsid w:val="00201B71"/>
    <w:rsid w:val="00241CAE"/>
    <w:rsid w:val="00256821"/>
    <w:rsid w:val="00265B67"/>
    <w:rsid w:val="0027270E"/>
    <w:rsid w:val="00273FD2"/>
    <w:rsid w:val="00277732"/>
    <w:rsid w:val="002841C6"/>
    <w:rsid w:val="002A1056"/>
    <w:rsid w:val="002A3D8A"/>
    <w:rsid w:val="002B73B9"/>
    <w:rsid w:val="002C235F"/>
    <w:rsid w:val="002C3E23"/>
    <w:rsid w:val="002C58B3"/>
    <w:rsid w:val="002D01B7"/>
    <w:rsid w:val="002E5E03"/>
    <w:rsid w:val="002E6590"/>
    <w:rsid w:val="002E757F"/>
    <w:rsid w:val="002F7C12"/>
    <w:rsid w:val="003035F1"/>
    <w:rsid w:val="003318EA"/>
    <w:rsid w:val="00331BC2"/>
    <w:rsid w:val="00332AEB"/>
    <w:rsid w:val="003577F9"/>
    <w:rsid w:val="00372CED"/>
    <w:rsid w:val="0038032D"/>
    <w:rsid w:val="003A173D"/>
    <w:rsid w:val="00443F1F"/>
    <w:rsid w:val="004617FD"/>
    <w:rsid w:val="00464CEC"/>
    <w:rsid w:val="0046558C"/>
    <w:rsid w:val="00485A7D"/>
    <w:rsid w:val="00495B08"/>
    <w:rsid w:val="004A3E79"/>
    <w:rsid w:val="004A596B"/>
    <w:rsid w:val="00505728"/>
    <w:rsid w:val="0050671A"/>
    <w:rsid w:val="00522CE8"/>
    <w:rsid w:val="00526E0C"/>
    <w:rsid w:val="00530DE9"/>
    <w:rsid w:val="00540136"/>
    <w:rsid w:val="00551EC1"/>
    <w:rsid w:val="00561501"/>
    <w:rsid w:val="00562360"/>
    <w:rsid w:val="0057132E"/>
    <w:rsid w:val="00572673"/>
    <w:rsid w:val="00591192"/>
    <w:rsid w:val="0059716D"/>
    <w:rsid w:val="005A6BCE"/>
    <w:rsid w:val="005C1C2F"/>
    <w:rsid w:val="005D004C"/>
    <w:rsid w:val="005D492A"/>
    <w:rsid w:val="0060169B"/>
    <w:rsid w:val="006167CE"/>
    <w:rsid w:val="0062181D"/>
    <w:rsid w:val="00696783"/>
    <w:rsid w:val="006A4E51"/>
    <w:rsid w:val="006C2E04"/>
    <w:rsid w:val="006F22A1"/>
    <w:rsid w:val="00700FF6"/>
    <w:rsid w:val="00704AD6"/>
    <w:rsid w:val="00725305"/>
    <w:rsid w:val="00732AEE"/>
    <w:rsid w:val="007369DE"/>
    <w:rsid w:val="0074793E"/>
    <w:rsid w:val="007547D0"/>
    <w:rsid w:val="007550E6"/>
    <w:rsid w:val="007556C2"/>
    <w:rsid w:val="00795D2F"/>
    <w:rsid w:val="007A2EE7"/>
    <w:rsid w:val="007C11E2"/>
    <w:rsid w:val="007C36F4"/>
    <w:rsid w:val="007D7859"/>
    <w:rsid w:val="007E2820"/>
    <w:rsid w:val="007E3A14"/>
    <w:rsid w:val="0081071C"/>
    <w:rsid w:val="0081397E"/>
    <w:rsid w:val="00820935"/>
    <w:rsid w:val="0084432E"/>
    <w:rsid w:val="00891549"/>
    <w:rsid w:val="00891D54"/>
    <w:rsid w:val="008A52BD"/>
    <w:rsid w:val="008B65FD"/>
    <w:rsid w:val="008C1854"/>
    <w:rsid w:val="0091178A"/>
    <w:rsid w:val="0091487F"/>
    <w:rsid w:val="009222F6"/>
    <w:rsid w:val="00923265"/>
    <w:rsid w:val="009279D3"/>
    <w:rsid w:val="0098041E"/>
    <w:rsid w:val="0098393B"/>
    <w:rsid w:val="00984429"/>
    <w:rsid w:val="00987B79"/>
    <w:rsid w:val="00987E5A"/>
    <w:rsid w:val="00995A5E"/>
    <w:rsid w:val="009B7FD7"/>
    <w:rsid w:val="009C3D3F"/>
    <w:rsid w:val="009D3190"/>
    <w:rsid w:val="009F04F3"/>
    <w:rsid w:val="009F3A39"/>
    <w:rsid w:val="009F532C"/>
    <w:rsid w:val="00A01871"/>
    <w:rsid w:val="00A6011F"/>
    <w:rsid w:val="00A71736"/>
    <w:rsid w:val="00A87CD7"/>
    <w:rsid w:val="00AA0458"/>
    <w:rsid w:val="00AA6B7A"/>
    <w:rsid w:val="00AB37CF"/>
    <w:rsid w:val="00AF7E3D"/>
    <w:rsid w:val="00B111C1"/>
    <w:rsid w:val="00B168A2"/>
    <w:rsid w:val="00B51B1D"/>
    <w:rsid w:val="00B7184A"/>
    <w:rsid w:val="00B74867"/>
    <w:rsid w:val="00B84EEF"/>
    <w:rsid w:val="00B90070"/>
    <w:rsid w:val="00B97F4C"/>
    <w:rsid w:val="00BA428D"/>
    <w:rsid w:val="00BD6CA1"/>
    <w:rsid w:val="00BE1399"/>
    <w:rsid w:val="00BE5B98"/>
    <w:rsid w:val="00C01B1B"/>
    <w:rsid w:val="00C111FF"/>
    <w:rsid w:val="00C14A66"/>
    <w:rsid w:val="00C578FC"/>
    <w:rsid w:val="00C8439B"/>
    <w:rsid w:val="00CA0408"/>
    <w:rsid w:val="00CA7ADB"/>
    <w:rsid w:val="00CB42B4"/>
    <w:rsid w:val="00CC0033"/>
    <w:rsid w:val="00D10C8F"/>
    <w:rsid w:val="00D11660"/>
    <w:rsid w:val="00D15391"/>
    <w:rsid w:val="00D1639E"/>
    <w:rsid w:val="00D55CEF"/>
    <w:rsid w:val="00D60C19"/>
    <w:rsid w:val="00D646B7"/>
    <w:rsid w:val="00D84B1F"/>
    <w:rsid w:val="00D864B7"/>
    <w:rsid w:val="00DA32D3"/>
    <w:rsid w:val="00DD4B28"/>
    <w:rsid w:val="00DE0EF3"/>
    <w:rsid w:val="00DE5451"/>
    <w:rsid w:val="00DE7DDC"/>
    <w:rsid w:val="00E0083E"/>
    <w:rsid w:val="00E14B23"/>
    <w:rsid w:val="00E17CE2"/>
    <w:rsid w:val="00E24337"/>
    <w:rsid w:val="00E27342"/>
    <w:rsid w:val="00E31842"/>
    <w:rsid w:val="00E32D6F"/>
    <w:rsid w:val="00E33CB9"/>
    <w:rsid w:val="00E3428C"/>
    <w:rsid w:val="00E51D51"/>
    <w:rsid w:val="00EA4BBB"/>
    <w:rsid w:val="00EB2F7A"/>
    <w:rsid w:val="00EB6618"/>
    <w:rsid w:val="00F032C7"/>
    <w:rsid w:val="00F108DE"/>
    <w:rsid w:val="00F11CBD"/>
    <w:rsid w:val="00F12EA7"/>
    <w:rsid w:val="00F61F21"/>
    <w:rsid w:val="00F93830"/>
    <w:rsid w:val="00F95BCA"/>
    <w:rsid w:val="00F97F79"/>
    <w:rsid w:val="00FB45A9"/>
    <w:rsid w:val="00FC06D8"/>
    <w:rsid w:val="00FC2935"/>
    <w:rsid w:val="00FD4F41"/>
    <w:rsid w:val="00F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C79D"/>
  <w15:docId w15:val="{F9170629-4849-45E2-8FE0-D4E6CF81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eastAsia="en-US"/>
    </w:rPr>
  </w:style>
  <w:style w:type="paragraph" w:styleId="Heading1">
    <w:name w:val="heading 1"/>
    <w:basedOn w:val="Normal"/>
    <w:next w:val="NormalIndent"/>
    <w:uiPriority w:val="9"/>
    <w:qFormat/>
    <w:pPr>
      <w:keepNext/>
      <w:spacing w:before="240" w:after="120"/>
      <w:outlineLvl w:val="0"/>
    </w:pPr>
    <w:rPr>
      <w:rFonts w:ascii="Arial" w:hAnsi="Arial"/>
      <w:b/>
      <w:caps/>
      <w:kern w:val="3"/>
    </w:rPr>
  </w:style>
  <w:style w:type="paragraph" w:styleId="Heading2">
    <w:name w:val="heading 2"/>
    <w:basedOn w:val="Normal"/>
    <w:next w:val="NormalIndent"/>
    <w:uiPriority w:val="9"/>
    <w:semiHidden/>
    <w:unhideWhenUsed/>
    <w:qFormat/>
    <w:pPr>
      <w:keepNext/>
      <w:spacing w:before="160" w:after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Indent"/>
    <w:uiPriority w:val="9"/>
    <w:semiHidden/>
    <w:unhideWhenUsed/>
    <w:qFormat/>
    <w:pPr>
      <w:keepNext/>
      <w:spacing w:before="160" w:after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Indent"/>
    <w:uiPriority w:val="9"/>
    <w:semiHidden/>
    <w:unhideWhenUsed/>
    <w:qFormat/>
    <w:pPr>
      <w:keepNext/>
      <w:spacing w:before="160" w:after="12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Indent"/>
    <w:uiPriority w:val="9"/>
    <w:semiHidden/>
    <w:unhideWhenUsed/>
    <w:qFormat/>
    <w:pPr>
      <w:spacing w:before="160" w:after="12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spacing w:after="120"/>
      <w:ind w:left="1304"/>
    </w:pPr>
  </w:style>
  <w:style w:type="paragraph" w:customStyle="1" w:styleId="Hangingindent">
    <w:name w:val="Hanging indent"/>
    <w:basedOn w:val="Normal"/>
    <w:next w:val="NormalIndent"/>
    <w:pPr>
      <w:tabs>
        <w:tab w:val="left" w:pos="1304"/>
      </w:tabs>
      <w:ind w:left="1304" w:hanging="1304"/>
    </w:pPr>
  </w:style>
  <w:style w:type="paragraph" w:styleId="Footer">
    <w:name w:val="footer"/>
    <w:basedOn w:val="Normal"/>
  </w:style>
  <w:style w:type="paragraph" w:styleId="Header">
    <w:name w:val="header"/>
    <w:basedOn w:val="Normal"/>
  </w:style>
  <w:style w:type="paragraph" w:customStyle="1" w:styleId="PaaOtsikko">
    <w:name w:val="PaaOtsikko"/>
    <w:basedOn w:val="Normal"/>
    <w:pPr>
      <w:keepNext/>
      <w:spacing w:before="240" w:after="120"/>
    </w:pPr>
    <w:rPr>
      <w:rFonts w:ascii="Arial" w:hAnsi="Arial"/>
      <w:b/>
      <w:caps/>
      <w:kern w:val="3"/>
    </w:rPr>
  </w:style>
  <w:style w:type="paragraph" w:styleId="TOC1">
    <w:name w:val="toc 1"/>
    <w:basedOn w:val="Normal"/>
    <w:next w:val="Normal"/>
    <w:pPr>
      <w:ind w:left="567" w:hanging="567"/>
    </w:pPr>
    <w:rPr>
      <w:rFonts w:ascii="Arial" w:hAnsi="Arial"/>
      <w:b/>
      <w:caps/>
      <w:szCs w:val="24"/>
    </w:rPr>
  </w:style>
  <w:style w:type="paragraph" w:styleId="TOC2">
    <w:name w:val="toc 2"/>
    <w:basedOn w:val="Normal"/>
    <w:next w:val="Normal"/>
    <w:pPr>
      <w:ind w:left="1418" w:hanging="851"/>
    </w:pPr>
    <w:rPr>
      <w:rFonts w:ascii="Arial" w:hAnsi="Arial"/>
      <w:b/>
      <w:szCs w:val="24"/>
    </w:rPr>
  </w:style>
  <w:style w:type="paragraph" w:styleId="TOC3">
    <w:name w:val="toc 3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Hangingindent2">
    <w:name w:val="Hanging indent 2"/>
    <w:basedOn w:val="Normal"/>
    <w:next w:val="NormalIndent"/>
    <w:pPr>
      <w:tabs>
        <w:tab w:val="left" w:pos="1304"/>
      </w:tabs>
      <w:ind w:left="1661" w:hanging="357"/>
    </w:pPr>
  </w:style>
  <w:style w:type="paragraph" w:styleId="ListBullet">
    <w:name w:val="List Bullet"/>
    <w:basedOn w:val="Normal"/>
    <w:pPr>
      <w:numPr>
        <w:numId w:val="1"/>
      </w:numPr>
    </w:pPr>
  </w:style>
  <w:style w:type="paragraph" w:styleId="ListBullet2">
    <w:name w:val="List Bullet 2"/>
    <w:basedOn w:val="Normal"/>
    <w:pPr>
      <w:numPr>
        <w:numId w:val="2"/>
      </w:numPr>
      <w:tabs>
        <w:tab w:val="left" w:pos="0"/>
      </w:tabs>
      <w:spacing w:after="120"/>
    </w:pPr>
  </w:style>
  <w:style w:type="paragraph" w:styleId="ListNumber">
    <w:name w:val="List Number"/>
    <w:basedOn w:val="Normal"/>
    <w:pPr>
      <w:numPr>
        <w:numId w:val="3"/>
      </w:numPr>
    </w:pPr>
  </w:style>
  <w:style w:type="paragraph" w:styleId="ListNumber2">
    <w:name w:val="List Number 2"/>
    <w:basedOn w:val="Normal"/>
    <w:pPr>
      <w:numPr>
        <w:numId w:val="4"/>
      </w:numPr>
      <w:tabs>
        <w:tab w:val="left" w:pos="0"/>
      </w:tabs>
      <w:spacing w:after="120"/>
    </w:pPr>
  </w:style>
  <w:style w:type="paragraph" w:styleId="Title">
    <w:name w:val="Title"/>
    <w:basedOn w:val="PaaOtsikko"/>
    <w:next w:val="NormalIndent"/>
    <w:uiPriority w:val="10"/>
    <w:qFormat/>
    <w:pPr>
      <w:ind w:left="1304" w:hanging="1304"/>
      <w:outlineLvl w:val="0"/>
    </w:pPr>
  </w:style>
  <w:style w:type="paragraph" w:styleId="TOC4">
    <w:name w:val="toc 4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styleId="TOC5">
    <w:name w:val="toc 5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Viite">
    <w:name w:val="Viite"/>
    <w:basedOn w:val="Normal"/>
    <w:next w:val="Normal"/>
  </w:style>
  <w:style w:type="paragraph" w:styleId="BodyText">
    <w:name w:val="Body Text"/>
    <w:basedOn w:val="Normal"/>
    <w:pPr>
      <w:jc w:val="both"/>
    </w:pPr>
    <w:rPr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numbering" w:customStyle="1" w:styleId="LFO22">
    <w:name w:val="LFO22"/>
    <w:basedOn w:val="NoList"/>
    <w:pPr>
      <w:numPr>
        <w:numId w:val="1"/>
      </w:numPr>
    </w:pPr>
  </w:style>
  <w:style w:type="numbering" w:customStyle="1" w:styleId="LFO24">
    <w:name w:val="LFO24"/>
    <w:basedOn w:val="NoList"/>
    <w:pPr>
      <w:numPr>
        <w:numId w:val="2"/>
      </w:numPr>
    </w:pPr>
  </w:style>
  <w:style w:type="numbering" w:customStyle="1" w:styleId="LFO26">
    <w:name w:val="LFO26"/>
    <w:basedOn w:val="NoList"/>
    <w:pPr>
      <w:numPr>
        <w:numId w:val="3"/>
      </w:numPr>
    </w:pPr>
  </w:style>
  <w:style w:type="numbering" w:customStyle="1" w:styleId="LFO28">
    <w:name w:val="LFO28"/>
    <w:basedOn w:val="NoList"/>
    <w:pPr>
      <w:numPr>
        <w:numId w:val="4"/>
      </w:numPr>
    </w:pPr>
  </w:style>
  <w:style w:type="paragraph" w:customStyle="1" w:styleId="Standard">
    <w:name w:val="Standard"/>
    <w:rsid w:val="00820935"/>
    <w:pPr>
      <w:suppressAutoHyphens/>
    </w:pPr>
    <w:rPr>
      <w:rFonts w:ascii="Arial" w:eastAsia="Arial" w:hAnsi="Arial"/>
      <w:kern w:val="3"/>
      <w:sz w:val="24"/>
      <w:szCs w:val="24"/>
      <w:lang w:val="cs-CZ" w:eastAsia="en-US"/>
    </w:rPr>
  </w:style>
  <w:style w:type="table" w:styleId="TableGrid">
    <w:name w:val="Table Grid"/>
    <w:basedOn w:val="TableNormal"/>
    <w:uiPriority w:val="59"/>
    <w:rsid w:val="0081071C"/>
    <w:pPr>
      <w:autoSpaceDN/>
      <w:textAlignment w:val="auto"/>
    </w:pPr>
    <w:rPr>
      <w:rFonts w:ascii="Arial" w:eastAsia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071C"/>
    <w:pPr>
      <w:suppressAutoHyphens w:val="0"/>
      <w:autoSpaceDN/>
      <w:ind w:left="720"/>
      <w:contextualSpacing/>
      <w:textAlignment w:val="auto"/>
    </w:pPr>
    <w:rPr>
      <w:rFonts w:ascii="Arial" w:eastAsia="Arial" w:hAnsi="Arial"/>
      <w:szCs w:val="24"/>
      <w:lang w:val="cs-CZ"/>
    </w:rPr>
  </w:style>
  <w:style w:type="character" w:styleId="Hyperlink">
    <w:name w:val="Hyperlink"/>
    <w:basedOn w:val="DefaultParagraphFont"/>
    <w:uiPriority w:val="99"/>
    <w:unhideWhenUsed/>
    <w:rsid w:val="00530D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E9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91487F"/>
    <w:pPr>
      <w:autoSpaceDN/>
      <w:textAlignment w:val="auto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4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37bf9d51-1cad-498b-aa2f-a4bf6e6d069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mk@rmk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Tiia\Imatra_Elekter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Imatra_Elekter_kirjaplank.dotx</Template>
  <TotalTime>18</TotalTime>
  <Pages>2</Pages>
  <Words>242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Riina Pihlakas</dc:creator>
  <cp:lastModifiedBy>Ülle Loopre</cp:lastModifiedBy>
  <cp:revision>28</cp:revision>
  <cp:lastPrinted>2012-01-13T05:57:00Z</cp:lastPrinted>
  <dcterms:created xsi:type="dcterms:W3CDTF">2025-09-04T10:17:00Z</dcterms:created>
  <dcterms:modified xsi:type="dcterms:W3CDTF">2025-09-04T10:38:00Z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</Properties>
</file>